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0C2A7D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FE3C10" w:rsidRPr="00FE3C10">
        <w:tc>
          <w:tcPr>
            <w:tcW w:w="10326" w:type="dxa"/>
          </w:tcPr>
          <w:p w:rsidR="00190FF9" w:rsidRPr="00FE3C10" w:rsidRDefault="00190FF9" w:rsidP="00DA446F">
            <w:pPr>
              <w:widowControl w:val="0"/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A54DDA" w:rsidRPr="00FE3C10" w:rsidRDefault="00190FF9" w:rsidP="00DA446F">
            <w:pPr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  <w:r w:rsidRPr="00FE3C10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B33796" w:rsidRPr="00FE3C10">
              <w:rPr>
                <w:rFonts w:ascii="Times New Roman" w:hAnsi="Times New Roman"/>
                <w:sz w:val="28"/>
                <w:szCs w:val="28"/>
              </w:rPr>
              <w:t>№ 1</w:t>
            </w:r>
            <w:r w:rsidR="00A54DDA" w:rsidRPr="00FE3C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54DDA" w:rsidRPr="00FE3C10" w:rsidRDefault="00A54DDA" w:rsidP="00DA446F">
            <w:pPr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  <w:r w:rsidRPr="00FE3C10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9A7300" w:rsidRPr="00FE3C10" w:rsidRDefault="00A54DDA" w:rsidP="00DA446F">
            <w:pPr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  <w:r w:rsidRPr="00FE3C10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FE3C10" w:rsidRPr="00FE3C10">
        <w:tc>
          <w:tcPr>
            <w:tcW w:w="10326" w:type="dxa"/>
          </w:tcPr>
          <w:p w:rsidR="00DA446F" w:rsidRPr="00FE3C10" w:rsidRDefault="00DA446F" w:rsidP="00DA446F">
            <w:pPr>
              <w:widowControl w:val="0"/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DA446F" w:rsidRPr="00FE3C10" w:rsidRDefault="00A606E4" w:rsidP="00DA446F">
            <w:pPr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/>
                <w:sz w:val="28"/>
                <w:szCs w:val="28"/>
              </w:rPr>
              <w:t>от 12.03.2019 № 56</w:t>
            </w:r>
            <w:bookmarkEnd w:id="0"/>
          </w:p>
        </w:tc>
      </w:tr>
      <w:tr w:rsidR="00DA446F" w:rsidRPr="00FE3C10">
        <w:tc>
          <w:tcPr>
            <w:tcW w:w="10326" w:type="dxa"/>
          </w:tcPr>
          <w:p w:rsidR="00DA446F" w:rsidRPr="00FE3C10" w:rsidRDefault="00DA446F" w:rsidP="00DA446F">
            <w:pPr>
              <w:widowControl w:val="0"/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DA446F" w:rsidRPr="00FE3C10" w:rsidRDefault="00DA446F" w:rsidP="00DA446F">
            <w:pPr>
              <w:spacing w:line="233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52CDF" w:rsidRPr="00FE3C10" w:rsidRDefault="00F52CDF" w:rsidP="00DA446F">
      <w:pPr>
        <w:pStyle w:val="ConsPlusNormal"/>
        <w:spacing w:line="233" w:lineRule="auto"/>
        <w:jc w:val="both"/>
        <w:outlineLvl w:val="1"/>
        <w:rPr>
          <w:rFonts w:ascii="Times New Roman" w:hAnsi="Times New Roman" w:cs="Times New Roman"/>
          <w:sz w:val="16"/>
          <w:szCs w:val="28"/>
        </w:rPr>
      </w:pPr>
    </w:p>
    <w:p w:rsidR="00A54DDA" w:rsidRPr="00FE3C10" w:rsidRDefault="00A54DDA" w:rsidP="00DA446F">
      <w:pPr>
        <w:pStyle w:val="ConsPlusNormal"/>
        <w:spacing w:line="233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E3C10">
        <w:rPr>
          <w:rFonts w:ascii="Times New Roman" w:hAnsi="Times New Roman" w:cs="Times New Roman"/>
          <w:sz w:val="28"/>
          <w:szCs w:val="28"/>
        </w:rPr>
        <w:t>«4.3. Планируемое распределение по годам средств, выделяемых на реализацию Программы, приведено в таблице:</w:t>
      </w:r>
    </w:p>
    <w:p w:rsidR="007A5F36" w:rsidRPr="00FE3C10" w:rsidRDefault="007A5F36" w:rsidP="00DA446F">
      <w:pPr>
        <w:pStyle w:val="ConsPlusNormal"/>
        <w:spacing w:line="233" w:lineRule="auto"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p w:rsidR="00A54DDA" w:rsidRPr="00FE3C10" w:rsidRDefault="007A5F36" w:rsidP="00DA446F">
      <w:pPr>
        <w:pStyle w:val="ConsPlusNormal"/>
        <w:spacing w:line="233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E3C10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4528" w:type="dxa"/>
        <w:tblInd w:w="-6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9"/>
        <w:gridCol w:w="2677"/>
        <w:gridCol w:w="1790"/>
        <w:gridCol w:w="1812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</w:tblGrid>
      <w:tr w:rsidR="00FE3C10" w:rsidRPr="00FE3C10" w:rsidTr="009A7300">
        <w:trPr>
          <w:cantSplit/>
          <w:trHeight w:val="851"/>
        </w:trPr>
        <w:tc>
          <w:tcPr>
            <w:tcW w:w="489" w:type="dxa"/>
          </w:tcPr>
          <w:p w:rsidR="00C431A0" w:rsidRPr="00FE3C10" w:rsidRDefault="00C431A0" w:rsidP="00DA446F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431A0" w:rsidRPr="00FE3C10" w:rsidRDefault="00C431A0" w:rsidP="00DA446F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E3C1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E3C1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77" w:type="dxa"/>
            <w:shd w:val="clear" w:color="auto" w:fill="auto"/>
          </w:tcPr>
          <w:p w:rsidR="00C431A0" w:rsidRPr="00FE3C10" w:rsidRDefault="00C431A0" w:rsidP="00DA446F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Главные распорядители</w:t>
            </w:r>
          </w:p>
        </w:tc>
        <w:tc>
          <w:tcPr>
            <w:tcW w:w="1790" w:type="dxa"/>
            <w:shd w:val="clear" w:color="auto" w:fill="auto"/>
          </w:tcPr>
          <w:p w:rsidR="00C431A0" w:rsidRPr="00FE3C10" w:rsidRDefault="00C431A0" w:rsidP="00DA446F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FE3C10">
              <w:rPr>
                <w:rFonts w:ascii="Times New Roman" w:eastAsia="Calibri" w:hAnsi="Times New Roman"/>
                <w:sz w:val="24"/>
                <w:szCs w:val="24"/>
              </w:rPr>
              <w:t>финанси</w:t>
            </w:r>
            <w:r w:rsidR="00AE324F" w:rsidRPr="00FE3C10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FE3C10">
              <w:rPr>
                <w:rFonts w:ascii="Times New Roman" w:eastAsia="Calibri" w:hAnsi="Times New Roman"/>
                <w:sz w:val="24"/>
                <w:szCs w:val="24"/>
              </w:rPr>
              <w:t>рования</w:t>
            </w:r>
            <w:proofErr w:type="spellEnd"/>
            <w:proofErr w:type="gramEnd"/>
          </w:p>
        </w:tc>
        <w:tc>
          <w:tcPr>
            <w:tcW w:w="1812" w:type="dxa"/>
            <w:shd w:val="clear" w:color="auto" w:fill="auto"/>
          </w:tcPr>
          <w:p w:rsidR="00C431A0" w:rsidRPr="00FE3C10" w:rsidRDefault="00C431A0" w:rsidP="00DA446F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 xml:space="preserve">Общий объем </w:t>
            </w:r>
            <w:proofErr w:type="spellStart"/>
            <w:proofErr w:type="gramStart"/>
            <w:r w:rsidRPr="00FE3C10">
              <w:rPr>
                <w:rFonts w:ascii="Times New Roman" w:hAnsi="Times New Roman"/>
                <w:sz w:val="24"/>
                <w:szCs w:val="24"/>
              </w:rPr>
              <w:t>финанси</w:t>
            </w:r>
            <w:r w:rsidR="00AE324F" w:rsidRPr="00FE3C10">
              <w:rPr>
                <w:rFonts w:ascii="Times New Roman" w:hAnsi="Times New Roman"/>
                <w:sz w:val="24"/>
                <w:szCs w:val="24"/>
              </w:rPr>
              <w:t>-</w:t>
            </w:r>
            <w:r w:rsidRPr="00FE3C10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proofErr w:type="gramEnd"/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C431A0" w:rsidRPr="00FE3C10" w:rsidRDefault="00C431A0" w:rsidP="00DA446F">
            <w:pPr>
              <w:widowControl w:val="0"/>
              <w:autoSpaceDE w:val="0"/>
              <w:autoSpaceDN w:val="0"/>
              <w:adjustRightInd w:val="0"/>
              <w:spacing w:line="233" w:lineRule="auto"/>
              <w:ind w:left="57" w:right="5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2015</w:t>
            </w:r>
            <w:r w:rsidR="00973784"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</w:t>
            </w:r>
            <w:r w:rsidR="00AE324F"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C431A0" w:rsidRPr="00FE3C10" w:rsidRDefault="00C431A0" w:rsidP="00DA446F">
            <w:pPr>
              <w:widowControl w:val="0"/>
              <w:autoSpaceDE w:val="0"/>
              <w:autoSpaceDN w:val="0"/>
              <w:adjustRightInd w:val="0"/>
              <w:spacing w:line="233" w:lineRule="auto"/>
              <w:ind w:left="57" w:right="5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2016</w:t>
            </w:r>
            <w:r w:rsidR="00973784"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</w:t>
            </w: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</w:t>
            </w:r>
            <w:r w:rsidR="00AE324F"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C431A0" w:rsidRPr="00FE3C10" w:rsidRDefault="00C431A0" w:rsidP="00DA446F">
            <w:pPr>
              <w:widowControl w:val="0"/>
              <w:autoSpaceDE w:val="0"/>
              <w:autoSpaceDN w:val="0"/>
              <w:adjustRightInd w:val="0"/>
              <w:spacing w:line="233" w:lineRule="auto"/>
              <w:ind w:left="57" w:right="5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2017</w:t>
            </w:r>
            <w:r w:rsidR="00973784"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</w:t>
            </w: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C431A0" w:rsidRPr="00FE3C10" w:rsidRDefault="00C431A0" w:rsidP="00DA446F">
            <w:pPr>
              <w:widowControl w:val="0"/>
              <w:autoSpaceDE w:val="0"/>
              <w:autoSpaceDN w:val="0"/>
              <w:adjustRightInd w:val="0"/>
              <w:spacing w:line="233" w:lineRule="auto"/>
              <w:ind w:left="57" w:right="5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2018</w:t>
            </w:r>
            <w:r w:rsidR="00973784"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</w:t>
            </w: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C431A0" w:rsidRPr="00FE3C10" w:rsidRDefault="00C431A0" w:rsidP="00DA446F">
            <w:pPr>
              <w:widowControl w:val="0"/>
              <w:autoSpaceDE w:val="0"/>
              <w:autoSpaceDN w:val="0"/>
              <w:adjustRightInd w:val="0"/>
              <w:spacing w:line="233" w:lineRule="auto"/>
              <w:ind w:left="57" w:right="5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2019</w:t>
            </w:r>
            <w:r w:rsidR="00973784"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</w:t>
            </w: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C431A0" w:rsidRPr="00FE3C10" w:rsidRDefault="00C431A0" w:rsidP="00DA446F">
            <w:pPr>
              <w:widowControl w:val="0"/>
              <w:autoSpaceDE w:val="0"/>
              <w:autoSpaceDN w:val="0"/>
              <w:adjustRightInd w:val="0"/>
              <w:spacing w:line="233" w:lineRule="auto"/>
              <w:ind w:left="57" w:right="5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2020</w:t>
            </w:r>
            <w:r w:rsidR="00973784"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</w:t>
            </w: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776" w:type="dxa"/>
            <w:textDirection w:val="btLr"/>
            <w:vAlign w:val="center"/>
          </w:tcPr>
          <w:p w:rsidR="00C431A0" w:rsidRPr="00FE3C10" w:rsidRDefault="00C431A0" w:rsidP="00DA446F">
            <w:pPr>
              <w:widowControl w:val="0"/>
              <w:autoSpaceDE w:val="0"/>
              <w:autoSpaceDN w:val="0"/>
              <w:adjustRightInd w:val="0"/>
              <w:spacing w:line="233" w:lineRule="auto"/>
              <w:ind w:left="57" w:right="5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 г.</w:t>
            </w:r>
          </w:p>
        </w:tc>
        <w:tc>
          <w:tcPr>
            <w:tcW w:w="776" w:type="dxa"/>
            <w:textDirection w:val="btLr"/>
            <w:vAlign w:val="center"/>
          </w:tcPr>
          <w:p w:rsidR="00C431A0" w:rsidRPr="00FE3C10" w:rsidRDefault="00C431A0" w:rsidP="00DA446F">
            <w:pPr>
              <w:widowControl w:val="0"/>
              <w:autoSpaceDE w:val="0"/>
              <w:autoSpaceDN w:val="0"/>
              <w:adjustRightInd w:val="0"/>
              <w:spacing w:line="233" w:lineRule="auto"/>
              <w:ind w:left="57" w:right="5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 г.</w:t>
            </w:r>
          </w:p>
        </w:tc>
        <w:tc>
          <w:tcPr>
            <w:tcW w:w="776" w:type="dxa"/>
            <w:textDirection w:val="btLr"/>
            <w:vAlign w:val="center"/>
          </w:tcPr>
          <w:p w:rsidR="00C431A0" w:rsidRPr="00FE3C10" w:rsidRDefault="00C431A0" w:rsidP="00DA446F">
            <w:pPr>
              <w:widowControl w:val="0"/>
              <w:autoSpaceDE w:val="0"/>
              <w:autoSpaceDN w:val="0"/>
              <w:adjustRightInd w:val="0"/>
              <w:spacing w:line="233" w:lineRule="auto"/>
              <w:ind w:left="57" w:right="5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 г.</w:t>
            </w:r>
          </w:p>
        </w:tc>
        <w:tc>
          <w:tcPr>
            <w:tcW w:w="776" w:type="dxa"/>
            <w:textDirection w:val="btLr"/>
            <w:vAlign w:val="center"/>
          </w:tcPr>
          <w:p w:rsidR="00C431A0" w:rsidRPr="00FE3C10" w:rsidRDefault="00C431A0" w:rsidP="00DA446F">
            <w:pPr>
              <w:widowControl w:val="0"/>
              <w:autoSpaceDE w:val="0"/>
              <w:autoSpaceDN w:val="0"/>
              <w:adjustRightInd w:val="0"/>
              <w:spacing w:line="233" w:lineRule="auto"/>
              <w:ind w:left="57" w:right="5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2024 г.</w:t>
            </w:r>
          </w:p>
        </w:tc>
      </w:tr>
    </w:tbl>
    <w:p w:rsidR="00AE324F" w:rsidRPr="00FE3C10" w:rsidRDefault="00AE324F">
      <w:pPr>
        <w:rPr>
          <w:rFonts w:ascii="Times New Roman" w:hAnsi="Times New Roman"/>
          <w:sz w:val="2"/>
          <w:szCs w:val="2"/>
        </w:rPr>
      </w:pPr>
    </w:p>
    <w:tbl>
      <w:tblPr>
        <w:tblW w:w="14528" w:type="dxa"/>
        <w:tblInd w:w="-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1"/>
        <w:gridCol w:w="2678"/>
        <w:gridCol w:w="1789"/>
        <w:gridCol w:w="1811"/>
        <w:gridCol w:w="775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</w:tblGrid>
      <w:tr w:rsidR="00FE3C10" w:rsidRPr="00FE3C10" w:rsidTr="00AE324F">
        <w:trPr>
          <w:cantSplit/>
          <w:trHeight w:val="20"/>
          <w:tblHeader/>
        </w:trPr>
        <w:tc>
          <w:tcPr>
            <w:tcW w:w="491" w:type="dxa"/>
          </w:tcPr>
          <w:p w:rsidR="00C431A0" w:rsidRPr="00FE3C10" w:rsidRDefault="00C431A0" w:rsidP="0068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8" w:type="dxa"/>
            <w:shd w:val="clear" w:color="auto" w:fill="auto"/>
          </w:tcPr>
          <w:p w:rsidR="00C431A0" w:rsidRPr="00FE3C10" w:rsidRDefault="00C431A0" w:rsidP="0068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789" w:type="dxa"/>
            <w:shd w:val="clear" w:color="auto" w:fill="auto"/>
          </w:tcPr>
          <w:p w:rsidR="00C431A0" w:rsidRPr="00FE3C10" w:rsidRDefault="00C431A0" w:rsidP="0068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11" w:type="dxa"/>
            <w:shd w:val="clear" w:color="auto" w:fill="auto"/>
          </w:tcPr>
          <w:p w:rsidR="00C431A0" w:rsidRPr="00FE3C10" w:rsidRDefault="00C431A0" w:rsidP="0068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75" w:type="dxa"/>
            <w:shd w:val="clear" w:color="auto" w:fill="auto"/>
          </w:tcPr>
          <w:p w:rsidR="00C431A0" w:rsidRPr="00FE3C10" w:rsidRDefault="00C431A0" w:rsidP="0068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76" w:type="dxa"/>
            <w:shd w:val="clear" w:color="auto" w:fill="auto"/>
          </w:tcPr>
          <w:p w:rsidR="00C431A0" w:rsidRPr="00FE3C10" w:rsidRDefault="00C431A0" w:rsidP="0068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76" w:type="dxa"/>
            <w:shd w:val="clear" w:color="auto" w:fill="auto"/>
          </w:tcPr>
          <w:p w:rsidR="00C431A0" w:rsidRPr="00FE3C10" w:rsidRDefault="00C431A0" w:rsidP="0068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76" w:type="dxa"/>
            <w:shd w:val="clear" w:color="auto" w:fill="auto"/>
          </w:tcPr>
          <w:p w:rsidR="00C431A0" w:rsidRPr="00FE3C10" w:rsidRDefault="00C431A0" w:rsidP="0068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76" w:type="dxa"/>
            <w:shd w:val="clear" w:color="auto" w:fill="auto"/>
          </w:tcPr>
          <w:p w:rsidR="00C431A0" w:rsidRPr="00FE3C10" w:rsidRDefault="00C431A0" w:rsidP="0068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76" w:type="dxa"/>
            <w:shd w:val="clear" w:color="auto" w:fill="auto"/>
          </w:tcPr>
          <w:p w:rsidR="00C431A0" w:rsidRPr="00FE3C10" w:rsidRDefault="00C431A0" w:rsidP="0068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76" w:type="dxa"/>
          </w:tcPr>
          <w:p w:rsidR="00C431A0" w:rsidRPr="00FE3C10" w:rsidRDefault="00C431A0" w:rsidP="0068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76" w:type="dxa"/>
          </w:tcPr>
          <w:p w:rsidR="00C431A0" w:rsidRPr="00FE3C10" w:rsidRDefault="00C431A0" w:rsidP="0068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76" w:type="dxa"/>
          </w:tcPr>
          <w:p w:rsidR="00C431A0" w:rsidRPr="00FE3C10" w:rsidRDefault="00C431A0" w:rsidP="0068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76" w:type="dxa"/>
          </w:tcPr>
          <w:p w:rsidR="00C431A0" w:rsidRPr="00FE3C10" w:rsidRDefault="00C431A0" w:rsidP="0068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FE3C10" w:rsidRPr="00FE3C10" w:rsidTr="00AE324F">
        <w:trPr>
          <w:cantSplit/>
          <w:trHeight w:val="1623"/>
        </w:trPr>
        <w:tc>
          <w:tcPr>
            <w:tcW w:w="491" w:type="dxa"/>
            <w:tcBorders>
              <w:bottom w:val="nil"/>
            </w:tcBorders>
          </w:tcPr>
          <w:p w:rsidR="00B4497F" w:rsidRPr="00FE3C10" w:rsidRDefault="00B4497F" w:rsidP="006B6356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78" w:type="dxa"/>
            <w:vMerge w:val="restart"/>
            <w:shd w:val="clear" w:color="auto" w:fill="auto"/>
          </w:tcPr>
          <w:p w:rsidR="00B4497F" w:rsidRPr="00FE3C10" w:rsidRDefault="00B4497F" w:rsidP="006B6356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Минпром Рязанской области</w:t>
            </w:r>
          </w:p>
        </w:tc>
        <w:tc>
          <w:tcPr>
            <w:tcW w:w="1789" w:type="dxa"/>
            <w:shd w:val="clear" w:color="auto" w:fill="auto"/>
          </w:tcPr>
          <w:p w:rsidR="00B4497F" w:rsidRPr="00FE3C10" w:rsidRDefault="00B4497F" w:rsidP="009737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всего, в том</w:t>
            </w:r>
            <w:r w:rsidR="00973784" w:rsidRPr="00FE3C10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FE3C10">
              <w:rPr>
                <w:rFonts w:ascii="Times New Roman" w:eastAsia="Calibri" w:hAnsi="Times New Roman"/>
                <w:sz w:val="24"/>
                <w:szCs w:val="24"/>
              </w:rPr>
              <w:t>числе: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4497F" w:rsidRPr="00FE3C10" w:rsidRDefault="00B4497F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287821,87662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4497F" w:rsidRPr="00FE3C10" w:rsidRDefault="00B4497F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94830,81728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4497F" w:rsidRPr="00FE3C10" w:rsidRDefault="00B4497F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92534,8649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4497F" w:rsidRPr="00FE3C10" w:rsidRDefault="00B4497F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100456,19444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4497F" w:rsidRPr="00FE3C10" w:rsidRDefault="00B4497F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4497F" w:rsidRPr="00FE3C10" w:rsidRDefault="00B4497F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4497F" w:rsidRPr="00FE3C10" w:rsidRDefault="00B4497F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4497F" w:rsidRPr="00FE3C10" w:rsidRDefault="00B4497F" w:rsidP="00681DDC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4497F" w:rsidRPr="00FE3C10" w:rsidRDefault="00B4497F" w:rsidP="00681DDC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4497F" w:rsidRPr="00FE3C10" w:rsidRDefault="00B4497F" w:rsidP="00681DDC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4497F" w:rsidRPr="00FE3C10" w:rsidRDefault="00B4497F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FE3C10" w:rsidRPr="00FE3C10" w:rsidTr="009A7300">
        <w:trPr>
          <w:cantSplit/>
          <w:trHeight w:val="1644"/>
        </w:trPr>
        <w:tc>
          <w:tcPr>
            <w:tcW w:w="491" w:type="dxa"/>
            <w:tcBorders>
              <w:top w:val="nil"/>
              <w:bottom w:val="nil"/>
            </w:tcBorders>
          </w:tcPr>
          <w:p w:rsidR="00B4497F" w:rsidRPr="00FE3C10" w:rsidRDefault="00B4497F" w:rsidP="006B63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  <w:vMerge/>
            <w:shd w:val="clear" w:color="auto" w:fill="auto"/>
          </w:tcPr>
          <w:p w:rsidR="00B4497F" w:rsidRPr="00FE3C10" w:rsidRDefault="00B4497F" w:rsidP="006B63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9" w:type="dxa"/>
            <w:shd w:val="clear" w:color="auto" w:fill="auto"/>
          </w:tcPr>
          <w:p w:rsidR="00B4497F" w:rsidRPr="00FE3C10" w:rsidRDefault="00B4497F" w:rsidP="006B635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4497F" w:rsidRPr="00FE3C10" w:rsidRDefault="00B4497F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281607,59103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4497F" w:rsidRPr="00FE3C10" w:rsidRDefault="00B4497F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88616,53169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4497F" w:rsidRPr="00FE3C10" w:rsidRDefault="00B4497F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92534,8649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4497F" w:rsidRPr="00FE3C10" w:rsidRDefault="00B4497F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100456,19444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4497F" w:rsidRPr="00FE3C10" w:rsidRDefault="00B4497F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4497F" w:rsidRPr="00FE3C10" w:rsidRDefault="00B4497F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4497F" w:rsidRPr="00FE3C10" w:rsidRDefault="00B4497F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4497F" w:rsidRPr="00FE3C10" w:rsidRDefault="00B4497F" w:rsidP="00681DDC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4497F" w:rsidRPr="00FE3C10" w:rsidRDefault="00B4497F" w:rsidP="00681DDC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4497F" w:rsidRPr="00FE3C10" w:rsidRDefault="00B4497F" w:rsidP="00681DDC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4497F" w:rsidRPr="00FE3C10" w:rsidRDefault="00B4497F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FE3C10" w:rsidRPr="00FE3C10" w:rsidTr="009A7300">
        <w:trPr>
          <w:cantSplit/>
          <w:trHeight w:val="1304"/>
        </w:trPr>
        <w:tc>
          <w:tcPr>
            <w:tcW w:w="491" w:type="dxa"/>
            <w:tcBorders>
              <w:top w:val="nil"/>
            </w:tcBorders>
          </w:tcPr>
          <w:p w:rsidR="00B4497F" w:rsidRPr="00FE3C10" w:rsidRDefault="00B4497F" w:rsidP="006B63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  <w:vMerge/>
            <w:shd w:val="clear" w:color="auto" w:fill="auto"/>
          </w:tcPr>
          <w:p w:rsidR="00B4497F" w:rsidRPr="00FE3C10" w:rsidRDefault="00B4497F" w:rsidP="006B63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9" w:type="dxa"/>
            <w:shd w:val="clear" w:color="auto" w:fill="auto"/>
          </w:tcPr>
          <w:p w:rsidR="00B4497F" w:rsidRPr="00FE3C10" w:rsidRDefault="00B4497F" w:rsidP="006B635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4497F" w:rsidRPr="00FE3C10" w:rsidRDefault="00B4497F" w:rsidP="009A7300">
            <w:pPr>
              <w:ind w:left="57" w:right="5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6214,28559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4497F" w:rsidRPr="00FE3C10" w:rsidRDefault="00B4497F" w:rsidP="009A7300">
            <w:pPr>
              <w:ind w:left="57" w:right="5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6214,28559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4497F" w:rsidRPr="00FE3C10" w:rsidRDefault="00B4497F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4497F" w:rsidRPr="00FE3C10" w:rsidRDefault="00B4497F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4497F" w:rsidRPr="00FE3C10" w:rsidRDefault="00B4497F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4497F" w:rsidRPr="00FE3C10" w:rsidRDefault="00B4497F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4497F" w:rsidRPr="00FE3C10" w:rsidRDefault="00B4497F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4497F" w:rsidRPr="00FE3C10" w:rsidRDefault="00B4497F" w:rsidP="00681DDC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4497F" w:rsidRPr="00FE3C10" w:rsidRDefault="00B4497F" w:rsidP="00681DDC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4497F" w:rsidRPr="00FE3C10" w:rsidRDefault="00B4497F" w:rsidP="00681DDC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4497F" w:rsidRPr="00FE3C10" w:rsidRDefault="00B4497F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FE3C10" w:rsidRPr="00FE3C10" w:rsidTr="00494BF0">
        <w:trPr>
          <w:cantSplit/>
          <w:trHeight w:val="794"/>
        </w:trPr>
        <w:tc>
          <w:tcPr>
            <w:tcW w:w="491" w:type="dxa"/>
          </w:tcPr>
          <w:p w:rsidR="00C431A0" w:rsidRPr="00FE3C10" w:rsidRDefault="00C431A0" w:rsidP="006B6356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78" w:type="dxa"/>
            <w:shd w:val="clear" w:color="auto" w:fill="auto"/>
          </w:tcPr>
          <w:p w:rsidR="00C431A0" w:rsidRPr="00FE3C10" w:rsidRDefault="00C431A0" w:rsidP="006B6356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 xml:space="preserve">Минэкономразвития Рязанской области </w:t>
            </w:r>
          </w:p>
        </w:tc>
        <w:tc>
          <w:tcPr>
            <w:tcW w:w="1789" w:type="dxa"/>
            <w:shd w:val="clear" w:color="auto" w:fill="auto"/>
          </w:tcPr>
          <w:p w:rsidR="00C431A0" w:rsidRPr="00FE3C10" w:rsidRDefault="00C431A0" w:rsidP="006B635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C431A0" w:rsidRPr="00FE3C10" w:rsidRDefault="00C431A0" w:rsidP="00494BF0">
            <w:pPr>
              <w:ind w:left="57" w:right="57"/>
              <w:jc w:val="center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10000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C431A0" w:rsidRPr="00FE3C10" w:rsidRDefault="00C431A0" w:rsidP="00494BF0">
            <w:pPr>
              <w:ind w:left="57" w:right="5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C431A0" w:rsidRPr="00FE3C10" w:rsidRDefault="00C431A0" w:rsidP="00494BF0">
            <w:pPr>
              <w:ind w:left="57" w:right="5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C431A0" w:rsidRPr="00FE3C10" w:rsidRDefault="00C431A0" w:rsidP="00494BF0">
            <w:pPr>
              <w:ind w:left="57" w:right="5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10000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C431A0" w:rsidRPr="00FE3C10" w:rsidRDefault="00C431A0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C431A0" w:rsidRPr="00FE3C10" w:rsidRDefault="00C431A0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C431A0" w:rsidRPr="00FE3C10" w:rsidRDefault="00C431A0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C431A0" w:rsidRPr="00FE3C10" w:rsidRDefault="00B4497F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C431A0" w:rsidRPr="00FE3C10" w:rsidRDefault="00B4497F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C431A0" w:rsidRPr="00FE3C10" w:rsidRDefault="00B4497F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C431A0" w:rsidRPr="00FE3C10" w:rsidRDefault="00B4497F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FE3C10" w:rsidRPr="00FE3C10" w:rsidTr="00494BF0">
        <w:trPr>
          <w:cantSplit/>
          <w:trHeight w:val="1701"/>
        </w:trPr>
        <w:tc>
          <w:tcPr>
            <w:tcW w:w="491" w:type="dxa"/>
            <w:tcBorders>
              <w:bottom w:val="nil"/>
            </w:tcBorders>
          </w:tcPr>
          <w:p w:rsidR="00BB72D7" w:rsidRPr="00FE3C10" w:rsidRDefault="00BB72D7" w:rsidP="00681DDC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678" w:type="dxa"/>
            <w:vMerge w:val="restart"/>
            <w:shd w:val="clear" w:color="auto" w:fill="auto"/>
          </w:tcPr>
          <w:p w:rsidR="00BB72D7" w:rsidRPr="00FE3C10" w:rsidRDefault="00BB72D7" w:rsidP="00681DDC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 xml:space="preserve">МПЭР Рязанской области </w:t>
            </w:r>
          </w:p>
        </w:tc>
        <w:tc>
          <w:tcPr>
            <w:tcW w:w="1789" w:type="dxa"/>
            <w:shd w:val="clear" w:color="auto" w:fill="auto"/>
          </w:tcPr>
          <w:p w:rsidR="00BB72D7" w:rsidRPr="00FE3C10" w:rsidRDefault="00BB72D7" w:rsidP="009737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всего, в том числе: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1873578,38464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E3C1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E3C1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E3C1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264901,55081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538411,08899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159631,47242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166336,27242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259816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248816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235666</w:t>
            </w:r>
          </w:p>
        </w:tc>
      </w:tr>
      <w:tr w:rsidR="00FE3C10" w:rsidRPr="00FE3C10" w:rsidTr="00494BF0">
        <w:trPr>
          <w:cantSplit/>
          <w:trHeight w:val="1758"/>
        </w:trPr>
        <w:tc>
          <w:tcPr>
            <w:tcW w:w="491" w:type="dxa"/>
            <w:tcBorders>
              <w:top w:val="nil"/>
              <w:bottom w:val="nil"/>
            </w:tcBorders>
          </w:tcPr>
          <w:p w:rsidR="00BB72D7" w:rsidRPr="00FE3C10" w:rsidRDefault="00BB72D7" w:rsidP="00681D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  <w:vMerge/>
            <w:shd w:val="clear" w:color="auto" w:fill="auto"/>
          </w:tcPr>
          <w:p w:rsidR="00BB72D7" w:rsidRPr="00FE3C10" w:rsidRDefault="00BB72D7" w:rsidP="00681D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9" w:type="dxa"/>
            <w:shd w:val="clear" w:color="auto" w:fill="auto"/>
          </w:tcPr>
          <w:p w:rsidR="00BB72D7" w:rsidRPr="00FE3C10" w:rsidRDefault="00BB72D7" w:rsidP="00681DDC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1855984,08464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E3C1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E3C1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E3C1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253847,95081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538411,08899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159631,47242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159795,57242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259816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248816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235666</w:t>
            </w:r>
          </w:p>
        </w:tc>
      </w:tr>
      <w:tr w:rsidR="00FE3C10" w:rsidRPr="00FE3C10" w:rsidTr="00494BF0">
        <w:trPr>
          <w:cantSplit/>
          <w:trHeight w:val="1015"/>
        </w:trPr>
        <w:tc>
          <w:tcPr>
            <w:tcW w:w="491" w:type="dxa"/>
            <w:tcBorders>
              <w:top w:val="nil"/>
            </w:tcBorders>
          </w:tcPr>
          <w:p w:rsidR="00F23CB0" w:rsidRPr="00FE3C10" w:rsidRDefault="00F23CB0" w:rsidP="00681D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  <w:vMerge/>
            <w:shd w:val="clear" w:color="auto" w:fill="auto"/>
          </w:tcPr>
          <w:p w:rsidR="00F23CB0" w:rsidRPr="00FE3C10" w:rsidRDefault="00F23CB0" w:rsidP="00681D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9" w:type="dxa"/>
            <w:shd w:val="clear" w:color="auto" w:fill="auto"/>
          </w:tcPr>
          <w:p w:rsidR="00F23CB0" w:rsidRPr="00FE3C10" w:rsidRDefault="00F23CB0" w:rsidP="00681DDC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F23CB0" w:rsidRPr="00FE3C10" w:rsidRDefault="00F23CB0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17594,3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F23CB0" w:rsidRPr="00FE3C10" w:rsidRDefault="00F23CB0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F23CB0" w:rsidRPr="00FE3C10" w:rsidRDefault="00F23CB0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F23CB0" w:rsidRPr="00FE3C10" w:rsidRDefault="00F23CB0" w:rsidP="000716DE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F23CB0" w:rsidRPr="00FE3C10" w:rsidRDefault="00F23CB0" w:rsidP="00973784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11053,6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F23CB0" w:rsidRPr="00FE3C10" w:rsidRDefault="00F23CB0" w:rsidP="00F23CB0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F23CB0" w:rsidRPr="00FE3C10" w:rsidRDefault="00F23CB0" w:rsidP="00F23CB0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F23CB0" w:rsidRPr="00FE3C10" w:rsidRDefault="00F23CB0" w:rsidP="00F23CB0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6540,7</w:t>
            </w:r>
          </w:p>
        </w:tc>
        <w:tc>
          <w:tcPr>
            <w:tcW w:w="776" w:type="dxa"/>
            <w:textDirection w:val="btLr"/>
            <w:vAlign w:val="center"/>
          </w:tcPr>
          <w:p w:rsidR="00F23CB0" w:rsidRPr="00FE3C10" w:rsidRDefault="00F23CB0" w:rsidP="00F23CB0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F23CB0" w:rsidRPr="00FE3C10" w:rsidRDefault="00F23CB0" w:rsidP="00F23CB0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F23CB0" w:rsidRPr="00FE3C10" w:rsidRDefault="00F23CB0" w:rsidP="00F23CB0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FE3C10" w:rsidRPr="00FE3C10" w:rsidTr="00494BF0">
        <w:trPr>
          <w:cantSplit/>
          <w:trHeight w:val="794"/>
        </w:trPr>
        <w:tc>
          <w:tcPr>
            <w:tcW w:w="491" w:type="dxa"/>
          </w:tcPr>
          <w:p w:rsidR="00BB72D7" w:rsidRPr="00FE3C10" w:rsidRDefault="00BB72D7" w:rsidP="006B6356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78" w:type="dxa"/>
            <w:shd w:val="clear" w:color="auto" w:fill="auto"/>
          </w:tcPr>
          <w:p w:rsidR="00BB72D7" w:rsidRPr="00FE3C10" w:rsidRDefault="00BB72D7" w:rsidP="006B6356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МТЗН Рязанской области</w:t>
            </w:r>
          </w:p>
        </w:tc>
        <w:tc>
          <w:tcPr>
            <w:tcW w:w="1789" w:type="dxa"/>
            <w:shd w:val="clear" w:color="auto" w:fill="auto"/>
          </w:tcPr>
          <w:p w:rsidR="00BB72D7" w:rsidRPr="00FE3C10" w:rsidRDefault="00BB72D7" w:rsidP="006B635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8664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8664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3C10" w:rsidRPr="00FE3C10" w:rsidTr="00BB72D7">
        <w:trPr>
          <w:cantSplit/>
          <w:trHeight w:val="1539"/>
        </w:trPr>
        <w:tc>
          <w:tcPr>
            <w:tcW w:w="491" w:type="dxa"/>
          </w:tcPr>
          <w:p w:rsidR="00BB72D7" w:rsidRPr="00FE3C10" w:rsidRDefault="00BB72D7" w:rsidP="006B6356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78" w:type="dxa"/>
            <w:shd w:val="clear" w:color="auto" w:fill="auto"/>
          </w:tcPr>
          <w:p w:rsidR="00BB72D7" w:rsidRPr="00FE3C10" w:rsidRDefault="00BB72D7" w:rsidP="006B6356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МТСЗН Рязанской области</w:t>
            </w:r>
          </w:p>
        </w:tc>
        <w:tc>
          <w:tcPr>
            <w:tcW w:w="1789" w:type="dxa"/>
            <w:shd w:val="clear" w:color="auto" w:fill="auto"/>
          </w:tcPr>
          <w:p w:rsidR="00BB72D7" w:rsidRPr="00FE3C10" w:rsidRDefault="00BB72D7" w:rsidP="006B635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22518,09674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18018,09674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3C10" w:rsidRPr="00FE3C10" w:rsidTr="00AE324F">
        <w:trPr>
          <w:cantSplit/>
          <w:trHeight w:val="910"/>
        </w:trPr>
        <w:tc>
          <w:tcPr>
            <w:tcW w:w="491" w:type="dxa"/>
          </w:tcPr>
          <w:p w:rsidR="00BB72D7" w:rsidRPr="00FE3C10" w:rsidRDefault="00BB72D7" w:rsidP="006B6356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78" w:type="dxa"/>
            <w:shd w:val="clear" w:color="auto" w:fill="auto"/>
          </w:tcPr>
          <w:p w:rsidR="00BB72D7" w:rsidRPr="00FE3C10" w:rsidRDefault="00BB72D7" w:rsidP="009A7300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Минсельхозпрод Рязанской области</w:t>
            </w:r>
          </w:p>
        </w:tc>
        <w:tc>
          <w:tcPr>
            <w:tcW w:w="1789" w:type="dxa"/>
            <w:shd w:val="clear" w:color="auto" w:fill="auto"/>
          </w:tcPr>
          <w:p w:rsidR="00BB72D7" w:rsidRPr="00FE3C10" w:rsidRDefault="00BB72D7" w:rsidP="006B635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3574,3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574,3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FE3C10" w:rsidRPr="00FE3C10" w:rsidTr="00494BF0">
        <w:trPr>
          <w:cantSplit/>
          <w:trHeight w:val="851"/>
        </w:trPr>
        <w:tc>
          <w:tcPr>
            <w:tcW w:w="491" w:type="dxa"/>
          </w:tcPr>
          <w:p w:rsidR="00BB72D7" w:rsidRPr="00FE3C10" w:rsidRDefault="00BB72D7" w:rsidP="006B6356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78" w:type="dxa"/>
            <w:shd w:val="clear" w:color="auto" w:fill="auto"/>
          </w:tcPr>
          <w:p w:rsidR="00BB72D7" w:rsidRPr="00FE3C10" w:rsidRDefault="00BB72D7" w:rsidP="00494BF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Министерство культуры и туризма Рязанской области</w:t>
            </w:r>
          </w:p>
        </w:tc>
        <w:tc>
          <w:tcPr>
            <w:tcW w:w="1789" w:type="dxa"/>
            <w:shd w:val="clear" w:color="auto" w:fill="auto"/>
          </w:tcPr>
          <w:p w:rsidR="00BB72D7" w:rsidRPr="00FE3C10" w:rsidRDefault="00BB72D7" w:rsidP="006B635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37791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26400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11391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3C10" w:rsidRPr="00FE3C10" w:rsidTr="00AE324F">
        <w:trPr>
          <w:cantSplit/>
          <w:trHeight w:val="844"/>
        </w:trPr>
        <w:tc>
          <w:tcPr>
            <w:tcW w:w="491" w:type="dxa"/>
          </w:tcPr>
          <w:p w:rsidR="00BB72D7" w:rsidRPr="00FE3C10" w:rsidRDefault="00BB72D7" w:rsidP="006B6356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78" w:type="dxa"/>
            <w:shd w:val="clear" w:color="auto" w:fill="auto"/>
          </w:tcPr>
          <w:p w:rsidR="00BB72D7" w:rsidRPr="00FE3C10" w:rsidRDefault="00BB72D7" w:rsidP="006B6356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ГУ РЭК Рязанской области</w:t>
            </w:r>
          </w:p>
        </w:tc>
        <w:tc>
          <w:tcPr>
            <w:tcW w:w="1789" w:type="dxa"/>
            <w:shd w:val="clear" w:color="auto" w:fill="auto"/>
          </w:tcPr>
          <w:p w:rsidR="00BB72D7" w:rsidRPr="00FE3C10" w:rsidRDefault="00BB72D7" w:rsidP="006B635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  <w:lang w:val="en-US"/>
              </w:rPr>
              <w:t>18151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11230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6 447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3C10" w:rsidRPr="00FE3C10" w:rsidTr="00AE324F">
        <w:trPr>
          <w:cantSplit/>
          <w:trHeight w:val="1134"/>
        </w:trPr>
        <w:tc>
          <w:tcPr>
            <w:tcW w:w="491" w:type="dxa"/>
          </w:tcPr>
          <w:p w:rsidR="00BB72D7" w:rsidRPr="00FE3C10" w:rsidRDefault="00BB72D7" w:rsidP="006B6356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678" w:type="dxa"/>
            <w:shd w:val="clear" w:color="auto" w:fill="auto"/>
          </w:tcPr>
          <w:p w:rsidR="00BB72D7" w:rsidRPr="00FE3C10" w:rsidRDefault="00BB72D7" w:rsidP="00AE32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Министерство образования Рязанской области</w:t>
            </w:r>
            <w:hyperlink r:id="rId11" w:history="1">
              <w:r w:rsidRPr="00FE3C10">
                <w:rPr>
                  <w:rFonts w:ascii="Times New Roman" w:hAnsi="Times New Roman"/>
                  <w:sz w:val="24"/>
                  <w:szCs w:val="24"/>
                </w:rPr>
                <w:t>*</w:t>
              </w:r>
            </w:hyperlink>
            <w:r w:rsidRPr="00FE3C10">
              <w:rPr>
                <w:rFonts w:ascii="Times New Roman" w:hAnsi="Times New Roman"/>
                <w:sz w:val="24"/>
                <w:szCs w:val="24"/>
              </w:rPr>
              <w:t>, министерство образования и молодежной политики Рязанской области</w:t>
            </w:r>
          </w:p>
        </w:tc>
        <w:tc>
          <w:tcPr>
            <w:tcW w:w="1789" w:type="dxa"/>
            <w:shd w:val="clear" w:color="auto" w:fill="auto"/>
          </w:tcPr>
          <w:p w:rsidR="00BB72D7" w:rsidRPr="00FE3C10" w:rsidRDefault="00BB72D7" w:rsidP="006B635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44238,87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3392,87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40846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3C10" w:rsidRPr="00FE3C10" w:rsidTr="00BB72D7">
        <w:trPr>
          <w:cantSplit/>
          <w:trHeight w:val="1445"/>
        </w:trPr>
        <w:tc>
          <w:tcPr>
            <w:tcW w:w="491" w:type="dxa"/>
            <w:tcBorders>
              <w:bottom w:val="nil"/>
            </w:tcBorders>
          </w:tcPr>
          <w:p w:rsidR="00BB72D7" w:rsidRPr="00FE3C10" w:rsidRDefault="00BB72D7" w:rsidP="00973784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678" w:type="dxa"/>
            <w:tcBorders>
              <w:bottom w:val="nil"/>
            </w:tcBorders>
            <w:shd w:val="clear" w:color="auto" w:fill="auto"/>
          </w:tcPr>
          <w:p w:rsidR="00BB72D7" w:rsidRPr="00FE3C10" w:rsidRDefault="00BB72D7" w:rsidP="006B6356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Минздрав Рязанской области</w:t>
            </w: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 w:rsidP="00B4015C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всего, в том числе: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786077,79383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64498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185636,49485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418426,80413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117516,49485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3C10" w:rsidRPr="00FE3C10" w:rsidTr="00BB72D7">
        <w:trPr>
          <w:cantSplit/>
          <w:trHeight w:val="1395"/>
        </w:trPr>
        <w:tc>
          <w:tcPr>
            <w:tcW w:w="491" w:type="dxa"/>
            <w:tcBorders>
              <w:top w:val="nil"/>
              <w:bottom w:val="nil"/>
            </w:tcBorders>
          </w:tcPr>
          <w:p w:rsidR="00BB72D7" w:rsidRPr="00FE3C10" w:rsidRDefault="00BB72D7" w:rsidP="00973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nil"/>
              <w:bottom w:val="nil"/>
            </w:tcBorders>
            <w:shd w:val="clear" w:color="auto" w:fill="auto"/>
          </w:tcPr>
          <w:p w:rsidR="00BB72D7" w:rsidRPr="00FE3C10" w:rsidRDefault="00BB72D7" w:rsidP="006B63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 w:rsidP="00B4015C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147565,79383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64498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65631,49485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13231,80413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4204,49485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3C10" w:rsidRPr="00FE3C10" w:rsidTr="00BB72D7">
        <w:trPr>
          <w:cantSplit/>
          <w:trHeight w:val="868"/>
        </w:trPr>
        <w:tc>
          <w:tcPr>
            <w:tcW w:w="491" w:type="dxa"/>
            <w:tcBorders>
              <w:top w:val="nil"/>
            </w:tcBorders>
          </w:tcPr>
          <w:p w:rsidR="00BB72D7" w:rsidRPr="00FE3C10" w:rsidRDefault="00BB72D7" w:rsidP="009737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B72D7" w:rsidRPr="00FE3C10" w:rsidRDefault="00BB72D7" w:rsidP="006B63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 w:rsidP="00B4015C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федеральный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638512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120005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405195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113312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3C10" w:rsidRPr="00FE3C10" w:rsidTr="00AE324F">
        <w:trPr>
          <w:cantSplit/>
          <w:trHeight w:val="856"/>
        </w:trPr>
        <w:tc>
          <w:tcPr>
            <w:tcW w:w="491" w:type="dxa"/>
          </w:tcPr>
          <w:p w:rsidR="00BB72D7" w:rsidRPr="00FE3C10" w:rsidRDefault="00BB72D7" w:rsidP="00973784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Представительство Правительства Рязанской области</w:t>
            </w: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3C10" w:rsidRPr="00FE3C10" w:rsidTr="00AE324F">
        <w:trPr>
          <w:cantSplit/>
          <w:trHeight w:val="695"/>
        </w:trPr>
        <w:tc>
          <w:tcPr>
            <w:tcW w:w="491" w:type="dxa"/>
          </w:tcPr>
          <w:p w:rsidR="00BB72D7" w:rsidRPr="00FE3C10" w:rsidRDefault="00BB72D7" w:rsidP="00973784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Минстрой </w:t>
            </w:r>
            <w:r w:rsidRPr="00FE3C10">
              <w:rPr>
                <w:rFonts w:ascii="Times New Roman" w:hAnsi="Times New Roman"/>
                <w:sz w:val="24"/>
                <w:szCs w:val="24"/>
              </w:rPr>
              <w:t>Рязанской области</w:t>
            </w: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3C10" w:rsidRPr="00FE3C10" w:rsidTr="00AE324F">
        <w:trPr>
          <w:cantSplit/>
          <w:trHeight w:val="1344"/>
        </w:trPr>
        <w:tc>
          <w:tcPr>
            <w:tcW w:w="491" w:type="dxa"/>
          </w:tcPr>
          <w:p w:rsidR="00BB72D7" w:rsidRPr="00FE3C10" w:rsidRDefault="00BB72D7" w:rsidP="00973784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Министерство ТЭК и ЖКХ Рязанской области</w:t>
            </w:r>
          </w:p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742,46338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355,4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252,05452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135,00886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3C10" w:rsidRPr="00FE3C10" w:rsidTr="00AE324F">
        <w:trPr>
          <w:cantSplit/>
          <w:trHeight w:val="673"/>
        </w:trPr>
        <w:tc>
          <w:tcPr>
            <w:tcW w:w="491" w:type="dxa"/>
          </w:tcPr>
          <w:p w:rsidR="00BB72D7" w:rsidRPr="00FE3C10" w:rsidRDefault="00BB72D7" w:rsidP="00973784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3C10">
              <w:rPr>
                <w:rFonts w:ascii="Times New Roman" w:hAnsi="Times New Roman"/>
                <w:sz w:val="24"/>
                <w:szCs w:val="24"/>
              </w:rPr>
              <w:t>Госстройнадзор</w:t>
            </w:r>
            <w:proofErr w:type="spellEnd"/>
            <w:r w:rsidRPr="00FE3C10">
              <w:rPr>
                <w:rFonts w:ascii="Times New Roman" w:hAnsi="Times New Roman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3C10" w:rsidRPr="00FE3C10" w:rsidTr="00AE324F">
        <w:trPr>
          <w:cantSplit/>
          <w:trHeight w:val="702"/>
        </w:trPr>
        <w:tc>
          <w:tcPr>
            <w:tcW w:w="491" w:type="dxa"/>
          </w:tcPr>
          <w:p w:rsidR="00BB72D7" w:rsidRPr="00FE3C10" w:rsidRDefault="00BB72D7" w:rsidP="00973784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3C10">
              <w:rPr>
                <w:rFonts w:ascii="Times New Roman" w:hAnsi="Times New Roman"/>
                <w:sz w:val="24"/>
                <w:szCs w:val="24"/>
              </w:rPr>
              <w:t>Госжилинспекция</w:t>
            </w:r>
            <w:proofErr w:type="spellEnd"/>
            <w:r w:rsidRPr="00FE3C10">
              <w:rPr>
                <w:rFonts w:ascii="Times New Roman" w:hAnsi="Times New Roman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3C10" w:rsidRPr="00FE3C10" w:rsidTr="00AE324F">
        <w:trPr>
          <w:cantSplit/>
          <w:trHeight w:val="702"/>
        </w:trPr>
        <w:tc>
          <w:tcPr>
            <w:tcW w:w="491" w:type="dxa"/>
          </w:tcPr>
          <w:p w:rsidR="00BB72D7" w:rsidRPr="00FE3C10" w:rsidRDefault="00BB72D7" w:rsidP="00973784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Минприроды Рязанской области</w:t>
            </w: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971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3C10" w:rsidRPr="00FE3C10" w:rsidTr="00AE324F">
        <w:trPr>
          <w:cantSplit/>
          <w:trHeight w:val="844"/>
        </w:trPr>
        <w:tc>
          <w:tcPr>
            <w:tcW w:w="491" w:type="dxa"/>
          </w:tcPr>
          <w:p w:rsidR="00BB72D7" w:rsidRPr="00FE3C10" w:rsidRDefault="00BB72D7" w:rsidP="00973784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 w:rsidP="00A670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3C10">
              <w:rPr>
                <w:rFonts w:ascii="Times New Roman" w:hAnsi="Times New Roman"/>
                <w:sz w:val="24"/>
                <w:szCs w:val="24"/>
              </w:rPr>
              <w:t>Минимущество</w:t>
            </w:r>
            <w:proofErr w:type="spellEnd"/>
            <w:r w:rsidRPr="00FE3C10">
              <w:rPr>
                <w:rFonts w:ascii="Times New Roman" w:hAnsi="Times New Roman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3C10" w:rsidRPr="00FE3C10" w:rsidTr="00AE324F">
        <w:trPr>
          <w:cantSplit/>
          <w:trHeight w:val="689"/>
        </w:trPr>
        <w:tc>
          <w:tcPr>
            <w:tcW w:w="491" w:type="dxa"/>
          </w:tcPr>
          <w:p w:rsidR="00BB72D7" w:rsidRPr="00FE3C10" w:rsidRDefault="00BB72D7" w:rsidP="00973784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ГУ ветеринарии Рязанской области</w:t>
            </w: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3C10" w:rsidRPr="00FE3C10" w:rsidTr="00AE324F">
        <w:trPr>
          <w:cantSplit/>
          <w:trHeight w:val="1503"/>
        </w:trPr>
        <w:tc>
          <w:tcPr>
            <w:tcW w:w="491" w:type="dxa"/>
          </w:tcPr>
          <w:p w:rsidR="00BB72D7" w:rsidRPr="00FE3C10" w:rsidRDefault="00BB72D7" w:rsidP="00973784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Минфин Рязанской области</w:t>
            </w: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11270,99375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6442,41215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2389,76272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2438,81888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3C10" w:rsidRPr="00FE3C10" w:rsidTr="00AE324F">
        <w:trPr>
          <w:cantSplit/>
          <w:trHeight w:val="890"/>
        </w:trPr>
        <w:tc>
          <w:tcPr>
            <w:tcW w:w="491" w:type="dxa"/>
          </w:tcPr>
          <w:p w:rsidR="00BB72D7" w:rsidRPr="00FE3C10" w:rsidRDefault="00BB72D7" w:rsidP="00973784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Правительство Рязанской области</w:t>
            </w: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9833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3362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3544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2927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3C10" w:rsidRPr="00FE3C10" w:rsidTr="00AE324F">
        <w:trPr>
          <w:cantSplit/>
          <w:trHeight w:val="757"/>
        </w:trPr>
        <w:tc>
          <w:tcPr>
            <w:tcW w:w="491" w:type="dxa"/>
          </w:tcPr>
          <w:p w:rsidR="00BB72D7" w:rsidRPr="00FE3C10" w:rsidRDefault="00BB72D7" w:rsidP="00973784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3C10">
              <w:rPr>
                <w:rFonts w:ascii="Times New Roman" w:hAnsi="Times New Roman"/>
                <w:sz w:val="24"/>
                <w:szCs w:val="24"/>
              </w:rPr>
              <w:t>Главархитектура</w:t>
            </w:r>
            <w:proofErr w:type="spellEnd"/>
            <w:r w:rsidRPr="00FE3C10">
              <w:rPr>
                <w:rFonts w:ascii="Times New Roman" w:hAnsi="Times New Roman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1005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335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335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335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3C10" w:rsidRPr="00FE3C10" w:rsidTr="00AE324F">
        <w:trPr>
          <w:cantSplit/>
          <w:trHeight w:val="729"/>
        </w:trPr>
        <w:tc>
          <w:tcPr>
            <w:tcW w:w="491" w:type="dxa"/>
          </w:tcPr>
          <w:p w:rsidR="00BB72D7" w:rsidRPr="00FE3C10" w:rsidRDefault="00BB72D7" w:rsidP="00973784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ГУКПК Рязанской области</w:t>
            </w: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2515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2515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3C10" w:rsidRPr="00FE3C10" w:rsidTr="00AE324F">
        <w:trPr>
          <w:cantSplit/>
          <w:trHeight w:val="826"/>
        </w:trPr>
        <w:tc>
          <w:tcPr>
            <w:tcW w:w="491" w:type="dxa"/>
          </w:tcPr>
          <w:p w:rsidR="00BB72D7" w:rsidRPr="00FE3C10" w:rsidRDefault="00BB72D7" w:rsidP="00973784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ГУ ВФТОРО</w:t>
            </w: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792,3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792,3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3C10" w:rsidRPr="00FE3C10" w:rsidTr="00AE324F">
        <w:trPr>
          <w:cantSplit/>
          <w:trHeight w:val="1134"/>
        </w:trPr>
        <w:tc>
          <w:tcPr>
            <w:tcW w:w="491" w:type="dxa"/>
          </w:tcPr>
          <w:p w:rsidR="00BB72D7" w:rsidRPr="00FE3C10" w:rsidRDefault="00BB72D7" w:rsidP="00973784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Минтранс</w:t>
            </w:r>
            <w:r w:rsidRPr="00FE3C10">
              <w:rPr>
                <w:rFonts w:ascii="Times New Roman" w:hAnsi="Times New Roman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1784,145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594,715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594,715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594,715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3C10" w:rsidRPr="00FE3C10" w:rsidTr="00AE324F">
        <w:trPr>
          <w:cantSplit/>
          <w:trHeight w:val="1134"/>
        </w:trPr>
        <w:tc>
          <w:tcPr>
            <w:tcW w:w="491" w:type="dxa"/>
          </w:tcPr>
          <w:p w:rsidR="00BB72D7" w:rsidRPr="00FE3C10" w:rsidRDefault="00BB72D7" w:rsidP="00973784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 w:rsidP="00A670B9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Министерство по делам территорий и информационной политике Рязанской области</w:t>
            </w: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257,3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257,3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3C10" w:rsidRPr="00FE3C10" w:rsidTr="00AE324F">
        <w:trPr>
          <w:cantSplit/>
          <w:trHeight w:val="660"/>
        </w:trPr>
        <w:tc>
          <w:tcPr>
            <w:tcW w:w="491" w:type="dxa"/>
          </w:tcPr>
          <w:p w:rsidR="00BB72D7" w:rsidRPr="00FE3C10" w:rsidRDefault="00BB72D7" w:rsidP="00973784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3C10">
              <w:rPr>
                <w:rFonts w:ascii="Times New Roman" w:hAnsi="Times New Roman"/>
                <w:sz w:val="24"/>
                <w:szCs w:val="24"/>
              </w:rPr>
              <w:t>Минспорт</w:t>
            </w:r>
            <w:proofErr w:type="spellEnd"/>
            <w:r w:rsidRPr="00FE3C10">
              <w:rPr>
                <w:rFonts w:ascii="Times New Roman" w:hAnsi="Times New Roman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3C10" w:rsidRPr="00FE3C10" w:rsidTr="00AE324F">
        <w:trPr>
          <w:cantSplit/>
          <w:trHeight w:val="1134"/>
        </w:trPr>
        <w:tc>
          <w:tcPr>
            <w:tcW w:w="491" w:type="dxa"/>
          </w:tcPr>
          <w:p w:rsidR="00BB72D7" w:rsidRPr="00FE3C10" w:rsidRDefault="00BB72D7" w:rsidP="00973784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 w:rsidP="00A670B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Инспекция ОКН Рязанской области</w:t>
            </w:r>
          </w:p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255,1137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188,5537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33,28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33,28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3C10" w:rsidRPr="00FE3C10" w:rsidTr="00AE324F">
        <w:trPr>
          <w:cantSplit/>
          <w:trHeight w:val="757"/>
        </w:trPr>
        <w:tc>
          <w:tcPr>
            <w:tcW w:w="491" w:type="dxa"/>
          </w:tcPr>
          <w:p w:rsidR="00BB72D7" w:rsidRPr="00FE3C10" w:rsidRDefault="00BB72D7" w:rsidP="00973784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proofErr w:type="spellStart"/>
            <w:r w:rsidRPr="00FE3C10">
              <w:rPr>
                <w:rFonts w:ascii="Times New Roman" w:hAnsi="Times New Roman"/>
                <w:sz w:val="24"/>
                <w:szCs w:val="24"/>
              </w:rPr>
              <w:t>гостехнадзора</w:t>
            </w:r>
            <w:proofErr w:type="spellEnd"/>
            <w:r w:rsidRPr="00FE3C10">
              <w:rPr>
                <w:rFonts w:ascii="Times New Roman" w:hAnsi="Times New Roman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6239,5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6239,5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3C10" w:rsidRPr="00FE3C10" w:rsidTr="00BE57B3">
        <w:trPr>
          <w:cantSplit/>
          <w:trHeight w:val="952"/>
        </w:trPr>
        <w:tc>
          <w:tcPr>
            <w:tcW w:w="491" w:type="dxa"/>
            <w:tcBorders>
              <w:bottom w:val="single" w:sz="4" w:space="0" w:color="auto"/>
            </w:tcBorders>
          </w:tcPr>
          <w:p w:rsidR="00BB72D7" w:rsidRPr="00FE3C10" w:rsidRDefault="00BB72D7" w:rsidP="00973784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ГАУРО</w:t>
            </w: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</w:tcPr>
          <w:p w:rsidR="00BB72D7" w:rsidRPr="00FE3C10" w:rsidRDefault="00BB72D7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10219,5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10219,5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4015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3C10" w:rsidRPr="00FE3C10" w:rsidTr="00BE57B3">
        <w:trPr>
          <w:cantSplit/>
          <w:trHeight w:val="1814"/>
        </w:trPr>
        <w:tc>
          <w:tcPr>
            <w:tcW w:w="316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B72D7" w:rsidRPr="00FE3C10" w:rsidRDefault="00BB72D7" w:rsidP="006B6356">
            <w:pPr>
              <w:rPr>
                <w:rFonts w:ascii="Times New Roman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 xml:space="preserve">Итого по Программе, </w:t>
            </w:r>
            <w:r w:rsidRPr="00FE3C10">
              <w:rPr>
                <w:rFonts w:ascii="Times New Roman" w:hAnsi="Times New Roman"/>
                <w:sz w:val="24"/>
                <w:szCs w:val="24"/>
              </w:rPr>
              <w:t>в том числе:</w:t>
            </w:r>
          </w:p>
        </w:tc>
        <w:tc>
          <w:tcPr>
            <w:tcW w:w="1789" w:type="dxa"/>
            <w:tcBorders>
              <w:left w:val="single" w:sz="4" w:space="0" w:color="auto"/>
            </w:tcBorders>
            <w:shd w:val="clear" w:color="auto" w:fill="auto"/>
          </w:tcPr>
          <w:p w:rsidR="00BB72D7" w:rsidRPr="00FE3C10" w:rsidRDefault="00BB72D7" w:rsidP="006B6356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E57B3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3142</w:t>
            </w:r>
            <w:r w:rsidR="00BB72D7" w:rsidRPr="00FE3C10">
              <w:rPr>
                <w:rFonts w:ascii="Times New Roman" w:hAnsi="Times New Roman"/>
                <w:bCs/>
                <w:sz w:val="24"/>
                <w:szCs w:val="24"/>
              </w:rPr>
              <w:t>635,63766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94 830,81728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E57B3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92</w:t>
            </w:r>
            <w:r w:rsidR="00BB72D7" w:rsidRPr="00FE3C10">
              <w:rPr>
                <w:rFonts w:ascii="Times New Roman" w:hAnsi="Times New Roman"/>
                <w:bCs/>
                <w:sz w:val="24"/>
                <w:szCs w:val="24"/>
              </w:rPr>
              <w:t>534,86490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119 120,19444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389 940,51755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E57B3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822</w:t>
            </w:r>
            <w:r w:rsidR="00BB72D7" w:rsidRPr="00FE3C10">
              <w:rPr>
                <w:rFonts w:ascii="Times New Roman" w:hAnsi="Times New Roman"/>
                <w:bCs/>
                <w:sz w:val="24"/>
                <w:szCs w:val="24"/>
              </w:rPr>
              <w:t>457,56469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E57B3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586</w:t>
            </w:r>
            <w:r w:rsidR="00BB72D7" w:rsidRPr="00FE3C10">
              <w:rPr>
                <w:rFonts w:ascii="Times New Roman" w:hAnsi="Times New Roman"/>
                <w:bCs/>
                <w:sz w:val="24"/>
                <w:szCs w:val="24"/>
              </w:rPr>
              <w:t>902,08879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E57B3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292</w:t>
            </w:r>
            <w:r w:rsidR="00BB72D7" w:rsidRPr="00FE3C10">
              <w:rPr>
                <w:rFonts w:ascii="Times New Roman" w:hAnsi="Times New Roman"/>
                <w:bCs/>
                <w:sz w:val="24"/>
                <w:szCs w:val="24"/>
              </w:rPr>
              <w:t>011,59001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259 996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248 996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235 846</w:t>
            </w:r>
          </w:p>
        </w:tc>
      </w:tr>
      <w:tr w:rsidR="00FE3C10" w:rsidRPr="00FE3C10" w:rsidTr="00BE57B3">
        <w:trPr>
          <w:cantSplit/>
          <w:trHeight w:val="1838"/>
        </w:trPr>
        <w:tc>
          <w:tcPr>
            <w:tcW w:w="491" w:type="dxa"/>
            <w:tcBorders>
              <w:top w:val="single" w:sz="4" w:space="0" w:color="auto"/>
              <w:bottom w:val="nil"/>
              <w:right w:val="nil"/>
            </w:tcBorders>
          </w:tcPr>
          <w:p w:rsidR="00BB72D7" w:rsidRPr="00FE3C10" w:rsidRDefault="00BB72D7" w:rsidP="006B63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</w:tcPr>
          <w:p w:rsidR="00BB72D7" w:rsidRPr="00FE3C10" w:rsidRDefault="00BB72D7" w:rsidP="006B63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9" w:type="dxa"/>
            <w:shd w:val="clear" w:color="auto" w:fill="auto"/>
          </w:tcPr>
          <w:p w:rsidR="00BB72D7" w:rsidRPr="00FE3C10" w:rsidRDefault="00BB72D7" w:rsidP="006B635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2480315,05207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88616,53169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92534,86490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119120,19444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378886,91755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702452,56469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181707,08879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172158,89001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259996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248996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235846</w:t>
            </w:r>
          </w:p>
        </w:tc>
      </w:tr>
      <w:tr w:rsidR="00FE3C10" w:rsidRPr="00FE3C10" w:rsidTr="00BB72D7">
        <w:trPr>
          <w:cantSplit/>
          <w:trHeight w:val="1559"/>
        </w:trPr>
        <w:tc>
          <w:tcPr>
            <w:tcW w:w="491" w:type="dxa"/>
            <w:tcBorders>
              <w:top w:val="nil"/>
              <w:right w:val="nil"/>
            </w:tcBorders>
          </w:tcPr>
          <w:p w:rsidR="00BB72D7" w:rsidRPr="00FE3C10" w:rsidRDefault="00BB72D7" w:rsidP="006B63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  <w:vMerge/>
            <w:tcBorders>
              <w:left w:val="nil"/>
            </w:tcBorders>
            <w:shd w:val="clear" w:color="auto" w:fill="auto"/>
          </w:tcPr>
          <w:p w:rsidR="00BB72D7" w:rsidRPr="00FE3C10" w:rsidRDefault="00BB72D7" w:rsidP="006B63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9" w:type="dxa"/>
            <w:shd w:val="clear" w:color="auto" w:fill="auto"/>
          </w:tcPr>
          <w:p w:rsidR="00BB72D7" w:rsidRPr="00FE3C10" w:rsidRDefault="00BB72D7" w:rsidP="006B635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E3C10">
              <w:rPr>
                <w:rFonts w:ascii="Times New Roman" w:eastAsia="Calibri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11" w:type="dxa"/>
            <w:shd w:val="clear" w:color="auto" w:fill="auto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662320,58559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6214,28559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11053,6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120005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405195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119852,7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776" w:type="dxa"/>
            <w:textDirection w:val="btLr"/>
            <w:vAlign w:val="center"/>
          </w:tcPr>
          <w:p w:rsidR="00BB72D7" w:rsidRPr="00FE3C10" w:rsidRDefault="00BB72D7" w:rsidP="00BB72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C10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</w:tbl>
    <w:p w:rsidR="001F1254" w:rsidRDefault="00B80812" w:rsidP="00EC5C86">
      <w:pPr>
        <w:spacing w:before="120"/>
        <w:ind w:firstLine="709"/>
        <w:rPr>
          <w:rFonts w:ascii="Times New Roman" w:hAnsi="Times New Roman"/>
          <w:sz w:val="22"/>
          <w:szCs w:val="22"/>
        </w:rPr>
      </w:pPr>
      <w:r w:rsidRPr="00FE3C10">
        <w:rPr>
          <w:rFonts w:ascii="Times New Roman" w:hAnsi="Times New Roman"/>
          <w:sz w:val="22"/>
          <w:szCs w:val="22"/>
        </w:rPr>
        <w:t>*</w:t>
      </w:r>
      <w:r w:rsidR="00A670B9" w:rsidRPr="00FE3C10">
        <w:rPr>
          <w:rFonts w:ascii="Times New Roman" w:hAnsi="Times New Roman"/>
          <w:sz w:val="22"/>
          <w:szCs w:val="22"/>
        </w:rPr>
        <w:t xml:space="preserve"> </w:t>
      </w:r>
      <w:r w:rsidRPr="00FE3C10">
        <w:rPr>
          <w:rFonts w:ascii="Times New Roman" w:hAnsi="Times New Roman"/>
          <w:sz w:val="22"/>
          <w:szCs w:val="22"/>
        </w:rPr>
        <w:t xml:space="preserve">До </w:t>
      </w:r>
      <w:r w:rsidR="00665C06" w:rsidRPr="00FE3C10">
        <w:rPr>
          <w:rFonts w:ascii="Times New Roman" w:hAnsi="Times New Roman"/>
          <w:sz w:val="22"/>
          <w:szCs w:val="22"/>
        </w:rPr>
        <w:t xml:space="preserve">переименования </w:t>
      </w:r>
      <w:r w:rsidRPr="00FE3C10">
        <w:rPr>
          <w:rFonts w:ascii="Times New Roman" w:hAnsi="Times New Roman"/>
          <w:sz w:val="22"/>
          <w:szCs w:val="22"/>
        </w:rPr>
        <w:t>в министерство образования и молодежн</w:t>
      </w:r>
      <w:r w:rsidR="00691F8C" w:rsidRPr="00FE3C10">
        <w:rPr>
          <w:rFonts w:ascii="Times New Roman" w:hAnsi="Times New Roman"/>
          <w:sz w:val="22"/>
          <w:szCs w:val="22"/>
        </w:rPr>
        <w:t>ой политики Рязанской области</w:t>
      </w:r>
      <w:proofErr w:type="gramStart"/>
      <w:r w:rsidR="00691F8C" w:rsidRPr="00FE3C10">
        <w:rPr>
          <w:rFonts w:ascii="Times New Roman" w:hAnsi="Times New Roman"/>
          <w:sz w:val="22"/>
          <w:szCs w:val="22"/>
        </w:rPr>
        <w:t>.»</w:t>
      </w:r>
      <w:r w:rsidR="00AE324F" w:rsidRPr="00FE3C10">
        <w:rPr>
          <w:rFonts w:ascii="Times New Roman" w:hAnsi="Times New Roman"/>
          <w:sz w:val="22"/>
          <w:szCs w:val="22"/>
        </w:rPr>
        <w:t>.</w:t>
      </w:r>
      <w:proofErr w:type="gramEnd"/>
    </w:p>
    <w:p w:rsidR="000C2A7D" w:rsidRPr="00FE3C10" w:rsidRDefault="000C2A7D" w:rsidP="000C2A7D">
      <w:pPr>
        <w:spacing w:before="12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</w:t>
      </w:r>
    </w:p>
    <w:sectPr w:rsidR="000C2A7D" w:rsidRPr="00FE3C10" w:rsidSect="000C2A7D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AE9" w:rsidRDefault="009B7AE9">
      <w:r>
        <w:separator/>
      </w:r>
    </w:p>
  </w:endnote>
  <w:endnote w:type="continuationSeparator" w:id="0">
    <w:p w:rsidR="009B7AE9" w:rsidRDefault="009B7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681DDC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681DDC" w:rsidRDefault="00681DDC">
          <w:pPr>
            <w:pStyle w:val="a6"/>
          </w:pPr>
          <w:r>
            <w:rPr>
              <w:noProof/>
            </w:rPr>
            <w:drawing>
              <wp:inline distT="0" distB="0" distL="0" distR="0" wp14:anchorId="048EAD78" wp14:editId="70A183DF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681DDC" w:rsidRPr="005E6D99" w:rsidRDefault="00681DDC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7F4CF373" wp14:editId="46248321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681DDC" w:rsidRPr="00B8061C" w:rsidRDefault="000C2A7D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3501  07.03.2019 14:28:23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681DDC" w:rsidRPr="00F16F07" w:rsidRDefault="00681DDC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681DDC" w:rsidRPr="002953B6" w:rsidRDefault="00681DDC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681DDC" w:rsidRPr="009573D3" w:rsidRDefault="00681DDC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681DDC">
      <w:tc>
        <w:tcPr>
          <w:tcW w:w="2538" w:type="dxa"/>
        </w:tcPr>
        <w:p w:rsidR="00681DDC" w:rsidRPr="00AC7150" w:rsidRDefault="00681DDC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681DDC" w:rsidRDefault="00681DDC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681DDC" w:rsidRPr="00D77BCF" w:rsidRDefault="00681DDC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681DDC" w:rsidRPr="00D77BCF" w:rsidRDefault="00681DDC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681DDC" w:rsidRDefault="00681DDC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AE9" w:rsidRDefault="009B7AE9">
      <w:r>
        <w:separator/>
      </w:r>
    </w:p>
  </w:footnote>
  <w:footnote w:type="continuationSeparator" w:id="0">
    <w:p w:rsidR="009B7AE9" w:rsidRDefault="009B7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DC" w:rsidRDefault="00681DDC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681DDC" w:rsidRDefault="00681DD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DC" w:rsidRPr="00481B88" w:rsidRDefault="00681DDC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681DDC" w:rsidRPr="00481B88" w:rsidRDefault="00681DDC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A606E4">
      <w:rPr>
        <w:rStyle w:val="a8"/>
        <w:rFonts w:ascii="Times New Roman" w:hAnsi="Times New Roman"/>
        <w:noProof/>
        <w:sz w:val="28"/>
        <w:szCs w:val="28"/>
      </w:rPr>
      <w:t>6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681DDC" w:rsidRPr="00E37801" w:rsidRDefault="00681DDC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3pt;height:11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yxBOzyki72ZT+4dPlvlSHdI9euw=" w:salt="mLI0kLhkzw9qo18RtcXDlQ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D94"/>
    <w:rsid w:val="00002084"/>
    <w:rsid w:val="000023F0"/>
    <w:rsid w:val="0001360F"/>
    <w:rsid w:val="000331B3"/>
    <w:rsid w:val="00033413"/>
    <w:rsid w:val="0003597D"/>
    <w:rsid w:val="00037C0C"/>
    <w:rsid w:val="00046733"/>
    <w:rsid w:val="000502A3"/>
    <w:rsid w:val="00053027"/>
    <w:rsid w:val="00056DEB"/>
    <w:rsid w:val="000716DE"/>
    <w:rsid w:val="00073A7A"/>
    <w:rsid w:val="00076D5E"/>
    <w:rsid w:val="00084DD3"/>
    <w:rsid w:val="000917C0"/>
    <w:rsid w:val="000B0736"/>
    <w:rsid w:val="000C04BD"/>
    <w:rsid w:val="000C2A7D"/>
    <w:rsid w:val="000D65A8"/>
    <w:rsid w:val="000E2907"/>
    <w:rsid w:val="00113673"/>
    <w:rsid w:val="00116A50"/>
    <w:rsid w:val="00122CFD"/>
    <w:rsid w:val="00151370"/>
    <w:rsid w:val="00162E72"/>
    <w:rsid w:val="001705A1"/>
    <w:rsid w:val="00175BE5"/>
    <w:rsid w:val="001850F4"/>
    <w:rsid w:val="00186DD6"/>
    <w:rsid w:val="00190FF9"/>
    <w:rsid w:val="001947BE"/>
    <w:rsid w:val="001A560F"/>
    <w:rsid w:val="001B0982"/>
    <w:rsid w:val="001B32BA"/>
    <w:rsid w:val="001D39AD"/>
    <w:rsid w:val="001E0317"/>
    <w:rsid w:val="001E20F1"/>
    <w:rsid w:val="001E363C"/>
    <w:rsid w:val="001F1254"/>
    <w:rsid w:val="001F12E8"/>
    <w:rsid w:val="001F228C"/>
    <w:rsid w:val="001F64B8"/>
    <w:rsid w:val="001F7590"/>
    <w:rsid w:val="001F7C83"/>
    <w:rsid w:val="00203046"/>
    <w:rsid w:val="00205AB5"/>
    <w:rsid w:val="00214FC4"/>
    <w:rsid w:val="00224DBA"/>
    <w:rsid w:val="002315C9"/>
    <w:rsid w:val="00231F1C"/>
    <w:rsid w:val="00232D58"/>
    <w:rsid w:val="00242DDB"/>
    <w:rsid w:val="00245DA4"/>
    <w:rsid w:val="002479A2"/>
    <w:rsid w:val="00247D6A"/>
    <w:rsid w:val="00257D3F"/>
    <w:rsid w:val="0026087E"/>
    <w:rsid w:val="00261DE0"/>
    <w:rsid w:val="00265420"/>
    <w:rsid w:val="00274E14"/>
    <w:rsid w:val="002750AB"/>
    <w:rsid w:val="00280A6D"/>
    <w:rsid w:val="00286ECA"/>
    <w:rsid w:val="002953B6"/>
    <w:rsid w:val="002975E4"/>
    <w:rsid w:val="002B7A59"/>
    <w:rsid w:val="002C6B4B"/>
    <w:rsid w:val="002E0BAA"/>
    <w:rsid w:val="002E51A7"/>
    <w:rsid w:val="002E5A5F"/>
    <w:rsid w:val="002F1E81"/>
    <w:rsid w:val="00310D92"/>
    <w:rsid w:val="00315B4B"/>
    <w:rsid w:val="003160CB"/>
    <w:rsid w:val="00321EFF"/>
    <w:rsid w:val="003222A3"/>
    <w:rsid w:val="0035168C"/>
    <w:rsid w:val="00360A40"/>
    <w:rsid w:val="0038431A"/>
    <w:rsid w:val="003870C2"/>
    <w:rsid w:val="003B1259"/>
    <w:rsid w:val="003C105A"/>
    <w:rsid w:val="003D3B8A"/>
    <w:rsid w:val="003D54F8"/>
    <w:rsid w:val="003F4112"/>
    <w:rsid w:val="003F4F5E"/>
    <w:rsid w:val="00400906"/>
    <w:rsid w:val="0042590E"/>
    <w:rsid w:val="00437F65"/>
    <w:rsid w:val="00440F16"/>
    <w:rsid w:val="00460FEA"/>
    <w:rsid w:val="004734B7"/>
    <w:rsid w:val="00481B88"/>
    <w:rsid w:val="00485B4F"/>
    <w:rsid w:val="004862D1"/>
    <w:rsid w:val="00492F59"/>
    <w:rsid w:val="00494BF0"/>
    <w:rsid w:val="00497198"/>
    <w:rsid w:val="004A035E"/>
    <w:rsid w:val="004B2D5A"/>
    <w:rsid w:val="004D293D"/>
    <w:rsid w:val="004F44FE"/>
    <w:rsid w:val="004F50FB"/>
    <w:rsid w:val="00507DB0"/>
    <w:rsid w:val="00512A47"/>
    <w:rsid w:val="0051640B"/>
    <w:rsid w:val="00531C68"/>
    <w:rsid w:val="00532119"/>
    <w:rsid w:val="00532572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11A1"/>
    <w:rsid w:val="005F2ADD"/>
    <w:rsid w:val="005F2C49"/>
    <w:rsid w:val="006013EB"/>
    <w:rsid w:val="0060479E"/>
    <w:rsid w:val="00604BE7"/>
    <w:rsid w:val="00616AED"/>
    <w:rsid w:val="00617A2D"/>
    <w:rsid w:val="00632A4F"/>
    <w:rsid w:val="00632B56"/>
    <w:rsid w:val="006351E3"/>
    <w:rsid w:val="00644236"/>
    <w:rsid w:val="006471E5"/>
    <w:rsid w:val="00650E2C"/>
    <w:rsid w:val="006514BC"/>
    <w:rsid w:val="00656BCD"/>
    <w:rsid w:val="00661E9E"/>
    <w:rsid w:val="00665C06"/>
    <w:rsid w:val="006717DD"/>
    <w:rsid w:val="006719C0"/>
    <w:rsid w:val="00671D3B"/>
    <w:rsid w:val="00681DDC"/>
    <w:rsid w:val="00684A5B"/>
    <w:rsid w:val="00691F8C"/>
    <w:rsid w:val="006A1F71"/>
    <w:rsid w:val="006B6356"/>
    <w:rsid w:val="006C000A"/>
    <w:rsid w:val="006F328B"/>
    <w:rsid w:val="006F3622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67C32"/>
    <w:rsid w:val="00791C9F"/>
    <w:rsid w:val="00792AAB"/>
    <w:rsid w:val="00793B47"/>
    <w:rsid w:val="007A1D0C"/>
    <w:rsid w:val="007A2A7B"/>
    <w:rsid w:val="007A5F36"/>
    <w:rsid w:val="007A72E1"/>
    <w:rsid w:val="007D04CA"/>
    <w:rsid w:val="007D4925"/>
    <w:rsid w:val="007E4239"/>
    <w:rsid w:val="007F0C8A"/>
    <w:rsid w:val="007F11AB"/>
    <w:rsid w:val="00800F48"/>
    <w:rsid w:val="0081191B"/>
    <w:rsid w:val="008143CB"/>
    <w:rsid w:val="00823CA1"/>
    <w:rsid w:val="00836160"/>
    <w:rsid w:val="00840A98"/>
    <w:rsid w:val="008513B9"/>
    <w:rsid w:val="008519BC"/>
    <w:rsid w:val="008526F7"/>
    <w:rsid w:val="008702D3"/>
    <w:rsid w:val="00876034"/>
    <w:rsid w:val="008827E7"/>
    <w:rsid w:val="00885D94"/>
    <w:rsid w:val="008A1696"/>
    <w:rsid w:val="008C58FE"/>
    <w:rsid w:val="008E6C41"/>
    <w:rsid w:val="008F0816"/>
    <w:rsid w:val="008F2775"/>
    <w:rsid w:val="008F6BB7"/>
    <w:rsid w:val="008F73D8"/>
    <w:rsid w:val="00900F42"/>
    <w:rsid w:val="00912DBF"/>
    <w:rsid w:val="009132F8"/>
    <w:rsid w:val="0091592D"/>
    <w:rsid w:val="00932E3C"/>
    <w:rsid w:val="009472C0"/>
    <w:rsid w:val="009573D3"/>
    <w:rsid w:val="00970BD7"/>
    <w:rsid w:val="00973784"/>
    <w:rsid w:val="009977FF"/>
    <w:rsid w:val="009A085B"/>
    <w:rsid w:val="009A6C1D"/>
    <w:rsid w:val="009A7300"/>
    <w:rsid w:val="009B6E61"/>
    <w:rsid w:val="009B7AE9"/>
    <w:rsid w:val="009C1DE6"/>
    <w:rsid w:val="009C1F0E"/>
    <w:rsid w:val="009D3E8C"/>
    <w:rsid w:val="009E3A0E"/>
    <w:rsid w:val="00A1041C"/>
    <w:rsid w:val="00A1314B"/>
    <w:rsid w:val="00A13160"/>
    <w:rsid w:val="00A137D3"/>
    <w:rsid w:val="00A1684C"/>
    <w:rsid w:val="00A44A8F"/>
    <w:rsid w:val="00A51D96"/>
    <w:rsid w:val="00A54DDA"/>
    <w:rsid w:val="00A606E4"/>
    <w:rsid w:val="00A641F2"/>
    <w:rsid w:val="00A670B9"/>
    <w:rsid w:val="00A7023A"/>
    <w:rsid w:val="00A83166"/>
    <w:rsid w:val="00A96F84"/>
    <w:rsid w:val="00A97D8B"/>
    <w:rsid w:val="00AC3953"/>
    <w:rsid w:val="00AC7150"/>
    <w:rsid w:val="00AD7C49"/>
    <w:rsid w:val="00AE1DCA"/>
    <w:rsid w:val="00AE324F"/>
    <w:rsid w:val="00AF451B"/>
    <w:rsid w:val="00AF5F7C"/>
    <w:rsid w:val="00B02207"/>
    <w:rsid w:val="00B03403"/>
    <w:rsid w:val="00B10324"/>
    <w:rsid w:val="00B16F77"/>
    <w:rsid w:val="00B33796"/>
    <w:rsid w:val="00B376B1"/>
    <w:rsid w:val="00B4497F"/>
    <w:rsid w:val="00B61BDB"/>
    <w:rsid w:val="00B620D9"/>
    <w:rsid w:val="00B633DB"/>
    <w:rsid w:val="00B639ED"/>
    <w:rsid w:val="00B66A8C"/>
    <w:rsid w:val="00B8061C"/>
    <w:rsid w:val="00B80812"/>
    <w:rsid w:val="00B83BA2"/>
    <w:rsid w:val="00B853AA"/>
    <w:rsid w:val="00B868F3"/>
    <w:rsid w:val="00B875BF"/>
    <w:rsid w:val="00B91F62"/>
    <w:rsid w:val="00BB2C98"/>
    <w:rsid w:val="00BB72D7"/>
    <w:rsid w:val="00BC194F"/>
    <w:rsid w:val="00BC4884"/>
    <w:rsid w:val="00BD0B82"/>
    <w:rsid w:val="00BD7CF4"/>
    <w:rsid w:val="00BE296D"/>
    <w:rsid w:val="00BE57B3"/>
    <w:rsid w:val="00BE5E19"/>
    <w:rsid w:val="00BF4F5F"/>
    <w:rsid w:val="00C04EEB"/>
    <w:rsid w:val="00C07501"/>
    <w:rsid w:val="00C075A4"/>
    <w:rsid w:val="00C10F12"/>
    <w:rsid w:val="00C11826"/>
    <w:rsid w:val="00C11AA3"/>
    <w:rsid w:val="00C30039"/>
    <w:rsid w:val="00C36D14"/>
    <w:rsid w:val="00C431A0"/>
    <w:rsid w:val="00C46D42"/>
    <w:rsid w:val="00C50C32"/>
    <w:rsid w:val="00C60178"/>
    <w:rsid w:val="00C61760"/>
    <w:rsid w:val="00C63025"/>
    <w:rsid w:val="00C63CD6"/>
    <w:rsid w:val="00C773A4"/>
    <w:rsid w:val="00C87D95"/>
    <w:rsid w:val="00C9077A"/>
    <w:rsid w:val="00C93066"/>
    <w:rsid w:val="00C95CD2"/>
    <w:rsid w:val="00CA051B"/>
    <w:rsid w:val="00CB3CBE"/>
    <w:rsid w:val="00CB58E9"/>
    <w:rsid w:val="00CC2220"/>
    <w:rsid w:val="00CC6661"/>
    <w:rsid w:val="00CF03D8"/>
    <w:rsid w:val="00CF39D6"/>
    <w:rsid w:val="00D00061"/>
    <w:rsid w:val="00D015D5"/>
    <w:rsid w:val="00D03D68"/>
    <w:rsid w:val="00D078B1"/>
    <w:rsid w:val="00D266DD"/>
    <w:rsid w:val="00D32B04"/>
    <w:rsid w:val="00D32D43"/>
    <w:rsid w:val="00D374E7"/>
    <w:rsid w:val="00D63949"/>
    <w:rsid w:val="00D652E7"/>
    <w:rsid w:val="00D77BCF"/>
    <w:rsid w:val="00D84394"/>
    <w:rsid w:val="00D85778"/>
    <w:rsid w:val="00D95E55"/>
    <w:rsid w:val="00DA446F"/>
    <w:rsid w:val="00DA53F4"/>
    <w:rsid w:val="00DB3664"/>
    <w:rsid w:val="00DC16FB"/>
    <w:rsid w:val="00DC4A65"/>
    <w:rsid w:val="00DC4F66"/>
    <w:rsid w:val="00DD0CA2"/>
    <w:rsid w:val="00DF2797"/>
    <w:rsid w:val="00E07E7A"/>
    <w:rsid w:val="00E10B44"/>
    <w:rsid w:val="00E11F02"/>
    <w:rsid w:val="00E126C8"/>
    <w:rsid w:val="00E2726B"/>
    <w:rsid w:val="00E37801"/>
    <w:rsid w:val="00E46EAA"/>
    <w:rsid w:val="00E5038C"/>
    <w:rsid w:val="00E50B69"/>
    <w:rsid w:val="00E5298B"/>
    <w:rsid w:val="00E54785"/>
    <w:rsid w:val="00E54FBB"/>
    <w:rsid w:val="00E56EFB"/>
    <w:rsid w:val="00E61C9F"/>
    <w:rsid w:val="00E6458F"/>
    <w:rsid w:val="00E70F70"/>
    <w:rsid w:val="00E7242D"/>
    <w:rsid w:val="00E85459"/>
    <w:rsid w:val="00E87E25"/>
    <w:rsid w:val="00EA04F1"/>
    <w:rsid w:val="00EA2FD3"/>
    <w:rsid w:val="00EB7CE9"/>
    <w:rsid w:val="00EC433F"/>
    <w:rsid w:val="00EC5C86"/>
    <w:rsid w:val="00ED1FDE"/>
    <w:rsid w:val="00F06EFB"/>
    <w:rsid w:val="00F1529E"/>
    <w:rsid w:val="00F15DFD"/>
    <w:rsid w:val="00F16F07"/>
    <w:rsid w:val="00F23CB0"/>
    <w:rsid w:val="00F325FE"/>
    <w:rsid w:val="00F45975"/>
    <w:rsid w:val="00F45B7C"/>
    <w:rsid w:val="00F45FCE"/>
    <w:rsid w:val="00F52CDF"/>
    <w:rsid w:val="00F626E1"/>
    <w:rsid w:val="00F81C82"/>
    <w:rsid w:val="00F9334F"/>
    <w:rsid w:val="00F97D7F"/>
    <w:rsid w:val="00FA122C"/>
    <w:rsid w:val="00FA3B95"/>
    <w:rsid w:val="00FB7575"/>
    <w:rsid w:val="00FC0C7D"/>
    <w:rsid w:val="00FC1278"/>
    <w:rsid w:val="00FE3C10"/>
    <w:rsid w:val="00FE7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A54DDA"/>
    <w:pPr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A670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A54DDA"/>
    <w:pPr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A670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9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A26BA93BBFA393A070E878DB08C1798D02E3A6DB93EB6C161800CE503923C31D80D40493600189BCEB4C6A8B10F46B0D8A0C6A82656BF24870764C83FM0G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96;&#1072;&#1073;&#1083;&#1086;&#1085;&#1099;\&#1041;&#1083;&#1072;&#1085;&#1082;&#1080;%20&#1055;&#1088;&#1072;&#1074;&#1080;&#1090;&#1077;&#1083;&#1100;&#1089;&#1090;&#1074;&#1072;%20&#1080;%20&#1043;&#1091;&#1073;&#1077;&#1088;&#1085;&#1072;&#1090;&#1086;&#1088;&#1072;\&#1064;&#1040;&#1041;&#1051;&#1054;&#1053;%20&#1055;&#1056;&#1048;&#1051;&#1054;&#1046;&#1045;&#1053;&#1048;&#1071;%20&#1072;&#1083;&#1100;&#1073;&#1086;&#1084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3</TotalTime>
  <Pages>6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Правительство Рязанской области</Company>
  <LinksUpToDate>false</LinksUpToDate>
  <CharactersWithSpaces>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sva</dc:creator>
  <cp:lastModifiedBy>Дягилева М.А.</cp:lastModifiedBy>
  <cp:revision>5</cp:revision>
  <cp:lastPrinted>2018-10-29T05:23:00Z</cp:lastPrinted>
  <dcterms:created xsi:type="dcterms:W3CDTF">2019-02-08T07:29:00Z</dcterms:created>
  <dcterms:modified xsi:type="dcterms:W3CDTF">2019-03-13T11:25:00Z</dcterms:modified>
</cp:coreProperties>
</file>